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A8B9D8" w14:textId="3CDB248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9A1F91">
        <w:rPr>
          <w:rFonts w:asciiTheme="majorHAnsi" w:eastAsia="Times New Roman" w:hAnsiTheme="majorHAnsi" w:cs="Times New Roman"/>
          <w:lang w:eastAsia="cs-CZ"/>
        </w:rPr>
        <w:t>4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1B498ADC" w:rsidR="00DD29C3" w:rsidRPr="001B629E" w:rsidRDefault="009A1F91" w:rsidP="00FC6A7C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B4B98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FC6A7C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58FD052B" w:rsidR="00DD29C3" w:rsidRPr="001B629E" w:rsidRDefault="009A1F91" w:rsidP="00FC6A7C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6"/>
        <w:gridCol w:w="4918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08E6D718" w:rsidR="00DD29C3" w:rsidRPr="001B629E" w:rsidRDefault="00DD29C3" w:rsidP="00FC6A7C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9A1F91">
              <w:rPr>
                <w:rFonts w:asciiTheme="majorHAnsi" w:hAnsiTheme="majorHAnsi" w:cs="Tahoma"/>
                <w:i/>
                <w:highlight w:val="green"/>
              </w:rPr>
              <w:t>POSKYTOVA</w:t>
            </w:r>
            <w:r w:rsidR="00EB4B98">
              <w:rPr>
                <w:rFonts w:asciiTheme="majorHAnsi" w:hAnsiTheme="majorHAnsi" w:cs="Tahoma"/>
                <w:i/>
                <w:highlight w:val="green"/>
              </w:rPr>
              <w:t>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FC6A7C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A1FE533" w:rsidR="00DD29C3" w:rsidRPr="001B629E" w:rsidRDefault="00DD29C3" w:rsidP="00FC6A7C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9A1F91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FC6A7C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55C125D4" w:rsidR="00DD29C3" w:rsidRPr="001B629E" w:rsidRDefault="00DD29C3" w:rsidP="00FC6A7C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>DOPLNÍ</w:t>
            </w:r>
            <w:r w:rsidR="009A1F91">
              <w:rPr>
                <w:rFonts w:asciiTheme="majorHAnsi" w:hAnsiTheme="majorHAnsi" w:cs="Tahoma"/>
                <w:i/>
                <w:highlight w:val="green"/>
              </w:rPr>
              <w:t xml:space="preserve"> 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A76DA1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9A1F9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 w:rsidR="009A1F91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757A0"/>
    <w:rsid w:val="00280E07"/>
    <w:rsid w:val="00296F3A"/>
    <w:rsid w:val="002C31BF"/>
    <w:rsid w:val="002D08B1"/>
    <w:rsid w:val="002E0CD7"/>
    <w:rsid w:val="00305BEE"/>
    <w:rsid w:val="00341DCF"/>
    <w:rsid w:val="00357BC6"/>
    <w:rsid w:val="003956C6"/>
    <w:rsid w:val="003A675F"/>
    <w:rsid w:val="003C6B5D"/>
    <w:rsid w:val="0042789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47B1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B0"/>
    <w:rsid w:val="00996CB8"/>
    <w:rsid w:val="009A1F91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B4B98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  <w:rsid w:val="00FC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47B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D865E4-C681-46E5-A389-2CF69983C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6</cp:revision>
  <cp:lastPrinted>2017-11-28T17:18:00Z</cp:lastPrinted>
  <dcterms:created xsi:type="dcterms:W3CDTF">2024-01-25T09:46:00Z</dcterms:created>
  <dcterms:modified xsi:type="dcterms:W3CDTF">2025-01-07T09:38:00Z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